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D112F">
        <w:rPr>
          <w:rFonts w:ascii="Arial" w:hAnsi="Arial" w:cs="Arial"/>
          <w:b/>
          <w:caps/>
          <w:sz w:val="28"/>
          <w:szCs w:val="28"/>
        </w:rPr>
        <w:t>754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D112F" w:rsidRDefault="00CD11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12F">
              <w:rPr>
                <w:rFonts w:ascii="Arial" w:hAnsi="Arial" w:cs="Arial"/>
                <w:sz w:val="20"/>
                <w:szCs w:val="20"/>
              </w:rPr>
              <w:t>Solicita a execução do serviço de tapa-buracos defronte do nº 92 da Rua Campos do Jordão,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112F" w:rsidRDefault="00CD112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D112F" w:rsidRPr="00CD112F">
        <w:rPr>
          <w:rFonts w:ascii="Arial" w:hAnsi="Arial" w:cs="Arial"/>
        </w:rPr>
        <w:t>a execução do serviço de tapa-buracos defronte do nº 92 da Rua Campos do Jo</w:t>
      </w:r>
      <w:r w:rsidR="00CD112F">
        <w:rPr>
          <w:rFonts w:ascii="Arial" w:hAnsi="Arial" w:cs="Arial"/>
        </w:rPr>
        <w:t>rdão, no Bairro Cidade Salvador, por solicitação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112F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</w:t>
      </w:r>
      <w:r w:rsidR="00CD112F">
        <w:rPr>
          <w:rFonts w:ascii="Arial" w:hAnsi="Arial" w:cs="Arial"/>
        </w:rPr>
        <w:t xml:space="preserve"> 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112F" w:rsidRDefault="00CD112F" w:rsidP="00CD112F">
      <w:pPr>
        <w:jc w:val="center"/>
        <w:rPr>
          <w:rFonts w:ascii="Arial" w:hAnsi="Arial" w:cs="Arial"/>
          <w:b/>
        </w:rPr>
      </w:pPr>
    </w:p>
    <w:p w:rsidR="00CD112F" w:rsidRPr="00A34F2C" w:rsidRDefault="00CD112F" w:rsidP="00CD112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D112F" w:rsidRPr="00A34F2C" w:rsidRDefault="00CD112F" w:rsidP="00CD112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5B6" w:rsidRDefault="00F145B6">
      <w:r>
        <w:separator/>
      </w:r>
    </w:p>
  </w:endnote>
  <w:endnote w:type="continuationSeparator" w:id="0">
    <w:p w:rsidR="00F145B6" w:rsidRDefault="00F1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5B6" w:rsidRDefault="00F145B6">
      <w:r>
        <w:separator/>
      </w:r>
    </w:p>
  </w:footnote>
  <w:footnote w:type="continuationSeparator" w:id="0">
    <w:p w:rsidR="00F145B6" w:rsidRDefault="00F14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11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11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6F6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D112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45B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9639D-65C7-42E0-B64D-E95BD376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2018-03-27T15:51:00Z</dcterms:created>
  <dcterms:modified xsi:type="dcterms:W3CDTF">2018-03-27T15:52:00Z</dcterms:modified>
</cp:coreProperties>
</file>